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93E4D" w:rsidR="00693E4D" w:rsidP="004840B3" w:rsidRDefault="00693E4D" w14:paraId="7A60762D" w14:textId="1561A848">
      <w:pPr>
        <w:tabs>
          <w:tab w:val="left" w:pos="9498"/>
        </w:tabs>
        <w:ind w:right="141"/>
        <w:rPr>
          <w:rFonts w:ascii="DB Office" w:hAnsi="DB Office"/>
          <w:sz w:val="22"/>
        </w:rPr>
      </w:pPr>
      <w:r w:rsidRPr="00693E4D">
        <w:rPr>
          <w:rFonts w:ascii="DB Office" w:hAnsi="DB Office"/>
          <w:sz w:val="22"/>
        </w:rPr>
        <w:t>Der Bieter verpflichtet sich bei der Weitergabe von Lie</w:t>
      </w:r>
      <w:r w:rsidR="001F4449">
        <w:rPr>
          <w:rFonts w:ascii="DB Office" w:hAnsi="DB Office"/>
          <w:sz w:val="22"/>
        </w:rPr>
        <w:t>fer- und Dienstleistungen an Nach</w:t>
      </w:r>
      <w:r w:rsidRPr="00693E4D">
        <w:rPr>
          <w:rFonts w:ascii="DB Office" w:hAnsi="DB Office"/>
          <w:sz w:val="22"/>
        </w:rPr>
        <w:t>u</w:t>
      </w:r>
      <w:r w:rsidR="001F4449">
        <w:rPr>
          <w:rFonts w:ascii="DB Office" w:hAnsi="DB Office"/>
          <w:sz w:val="22"/>
        </w:rPr>
        <w:t>nternehmer</w:t>
      </w:r>
      <w:r w:rsidR="004840B3">
        <w:rPr>
          <w:rFonts w:ascii="DB Office" w:hAnsi="DB Office"/>
          <w:sz w:val="22"/>
        </w:rPr>
        <w:t>/ Unterauftragnehmer</w:t>
      </w:r>
      <w:r w:rsidR="001F4449">
        <w:rPr>
          <w:rFonts w:ascii="DB Office" w:hAnsi="DB Office"/>
          <w:sz w:val="22"/>
        </w:rPr>
        <w:t xml:space="preserve"> die Bestimmungen des V</w:t>
      </w:r>
      <w:r w:rsidRPr="00693E4D">
        <w:rPr>
          <w:rFonts w:ascii="DB Office" w:hAnsi="DB Office"/>
          <w:sz w:val="22"/>
        </w:rPr>
        <w:t>ertrages sicher zu stellen.</w:t>
      </w:r>
    </w:p>
    <w:p w:rsidRPr="00693E4D" w:rsidR="00693E4D" w:rsidP="00693E4D" w:rsidRDefault="00693E4D" w14:paraId="61A29C53" w14:textId="77777777">
      <w:pPr>
        <w:ind w:right="567"/>
        <w:rPr>
          <w:rFonts w:ascii="DB Office" w:hAnsi="DB Office"/>
          <w:sz w:val="22"/>
        </w:rPr>
      </w:pPr>
    </w:p>
    <w:tbl>
      <w:tblPr>
        <w:tblW w:w="9405" w:type="dxa"/>
        <w:tblInd w:w="7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3182"/>
        <w:gridCol w:w="2350"/>
      </w:tblGrid>
      <w:tr w:rsidRPr="00693E4D" w:rsidR="00693E4D" w:rsidTr="00B3505E" w14:paraId="0781A6D3" w14:textId="77777777">
        <w:trPr>
          <w:trHeight w:val="509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3653FF49" w14:textId="063B360B">
            <w:pPr>
              <w:spacing w:before="120" w:after="0"/>
              <w:jc w:val="center"/>
              <w:rPr>
                <w:rFonts w:ascii="DB Office" w:hAnsi="DB Office"/>
                <w:b/>
                <w:bCs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 xml:space="preserve">Name </w:t>
            </w:r>
            <w:r w:rsidR="001F4449">
              <w:rPr>
                <w:rFonts w:ascii="DB Office" w:hAnsi="DB Office"/>
                <w:b/>
                <w:bCs/>
                <w:sz w:val="22"/>
              </w:rPr>
              <w:t>und Adresse des Nach</w:t>
            </w:r>
            <w:r w:rsidRPr="00693E4D">
              <w:rPr>
                <w:rFonts w:ascii="DB Office" w:hAnsi="DB Office"/>
                <w:b/>
                <w:bCs/>
                <w:sz w:val="22"/>
              </w:rPr>
              <w:t>unternehmers</w:t>
            </w:r>
            <w:r w:rsidR="00061662">
              <w:rPr>
                <w:rFonts w:ascii="DB Office" w:hAnsi="DB Office"/>
                <w:b/>
                <w:bCs/>
                <w:sz w:val="22"/>
              </w:rPr>
              <w:t>,</w:t>
            </w:r>
            <w:r w:rsidR="00061662">
              <w:rPr>
                <w:rFonts w:ascii="DB Office" w:hAnsi="DB Office"/>
                <w:b/>
                <w:bCs/>
                <w:sz w:val="22"/>
              </w:rPr>
              <w:br/>
              <w:t>Ansprechpartner</w:t>
            </w: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4F7552E9" w14:textId="77777777">
            <w:pPr>
              <w:spacing w:before="120"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>Beschreibung der zu erbringenden Teilleistungen</w:t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061662" w:rsidRDefault="00061662" w14:paraId="62FA81BE" w14:textId="77777777">
            <w:pPr>
              <w:spacing w:before="120"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>
              <w:rPr>
                <w:rFonts w:ascii="DB Office" w:hAnsi="DB Office"/>
                <w:b/>
                <w:bCs/>
                <w:sz w:val="22"/>
              </w:rPr>
              <w:t xml:space="preserve">Mengen / </w:t>
            </w:r>
            <w:r w:rsidRPr="00693E4D" w:rsidR="00693E4D">
              <w:rPr>
                <w:rFonts w:ascii="DB Office" w:hAnsi="DB Office"/>
                <w:b/>
                <w:bCs/>
                <w:sz w:val="22"/>
              </w:rPr>
              <w:t>Summe der Teilleistungen</w:t>
            </w:r>
          </w:p>
          <w:p w:rsidRPr="00693E4D" w:rsidR="00693E4D" w:rsidP="00B3505E" w:rsidRDefault="00693E4D" w14:paraId="3F5052B4" w14:textId="77777777">
            <w:pPr>
              <w:spacing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>ca. T€ oder in %</w:t>
            </w:r>
          </w:p>
        </w:tc>
      </w:tr>
      <w:tr w:rsidRPr="00693E4D" w:rsidR="00693E4D" w:rsidTr="00B3505E" w14:paraId="0C0D4CA7" w14:textId="77777777">
        <w:trPr>
          <w:trHeight w:val="408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13E9A18E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  <w:bookmarkEnd w:id="0"/>
          </w:p>
          <w:p w:rsidRPr="00693E4D" w:rsidR="00693E4D" w:rsidP="00B3505E" w:rsidRDefault="00693E4D" w14:paraId="04E78135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40547FB5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</w:rPr>
              <w:fldChar w:fldCharType="end"/>
            </w:r>
            <w:bookmarkEnd w:id="1"/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04B4181A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</w:rPr>
              <w:fldChar w:fldCharType="end"/>
            </w:r>
            <w:bookmarkEnd w:id="2"/>
          </w:p>
        </w:tc>
      </w:tr>
      <w:tr w:rsidRPr="00693E4D" w:rsidR="00693E4D" w:rsidTr="00B3505E" w14:paraId="1AC049D3" w14:textId="77777777">
        <w:trPr>
          <w:trHeight w:val="408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754266C6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:rsidRPr="00693E4D" w:rsidR="00693E4D" w:rsidP="00B3505E" w:rsidRDefault="00693E4D" w14:paraId="0F6DBE68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002E54A8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0C725F57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Pr="00693E4D" w:rsidR="00693E4D" w:rsidTr="00B3505E" w14:paraId="28AE7ACB" w14:textId="77777777">
        <w:trPr>
          <w:trHeight w:val="408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5DDCF4DD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:rsidRPr="00693E4D" w:rsidR="00693E4D" w:rsidP="00B3505E" w:rsidRDefault="00693E4D" w14:paraId="00AAAF59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2F159817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6A786B04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Pr="00693E4D" w:rsidR="00693E4D" w:rsidTr="00B3505E" w14:paraId="5DBF0FAF" w14:textId="77777777">
        <w:trPr>
          <w:trHeight w:val="408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48A982FB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:rsidRPr="00693E4D" w:rsidR="00693E4D" w:rsidP="00B3505E" w:rsidRDefault="00693E4D" w14:paraId="2A12AABB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292C8FB7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2D9239C5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Pr="00693E4D" w:rsidR="00693E4D" w:rsidTr="00B3505E" w14:paraId="6FC3C22D" w14:textId="77777777">
        <w:trPr>
          <w:trHeight w:val="408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05C9939B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:rsidRPr="00693E4D" w:rsidR="00693E4D" w:rsidP="00B3505E" w:rsidRDefault="00693E4D" w14:paraId="21304B6C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54CA24DB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69F4CF5B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Pr="00693E4D" w:rsidR="00693E4D" w:rsidTr="00B3505E" w14:paraId="07171A84" w14:textId="77777777">
        <w:trPr>
          <w:trHeight w:val="408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43FD3CAC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:rsidRPr="00693E4D" w:rsidR="00693E4D" w:rsidP="00B3505E" w:rsidRDefault="00693E4D" w14:paraId="650D63EE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4DBF8C4F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48768D4A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Pr="00693E4D" w:rsidR="00693E4D" w:rsidTr="00B3505E" w14:paraId="5C186344" w14:textId="77777777">
        <w:trPr>
          <w:trHeight w:val="408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1C60EA22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:rsidRPr="00693E4D" w:rsidR="00693E4D" w:rsidP="00B3505E" w:rsidRDefault="00693E4D" w14:paraId="4D02EC53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0430FB0E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661C05D3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Pr="00693E4D" w:rsidR="00693E4D" w:rsidTr="00B3505E" w14:paraId="30DE6E78" w14:textId="77777777">
        <w:trPr>
          <w:trHeight w:val="408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2EA50BF5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:rsidRPr="00693E4D" w:rsidR="00693E4D" w:rsidP="00B3505E" w:rsidRDefault="00693E4D" w14:paraId="0CC89132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0576E0D1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3C9B6780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Pr="00693E4D" w:rsidR="00693E4D" w:rsidTr="00B3505E" w14:paraId="122BA3A2" w14:textId="77777777">
        <w:trPr>
          <w:trHeight w:val="408"/>
        </w:trPr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6040CAAF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:rsidRPr="00693E4D" w:rsidR="00693E4D" w:rsidP="00B3505E" w:rsidRDefault="00693E4D" w14:paraId="30AC744A" w14:textId="77777777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62F6171E" w14:textId="77777777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93E4D" w:rsidR="00693E4D" w:rsidP="00B3505E" w:rsidRDefault="00693E4D" w14:paraId="15E1CABE" w14:textId="77777777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</w:tbl>
    <w:p w:rsidRPr="00693E4D" w:rsidR="00F27F1A" w:rsidP="00693E4D" w:rsidRDefault="00F27F1A" w14:paraId="2F3131B4" w14:textId="77777777">
      <w:pPr>
        <w:rPr>
          <w:rFonts w:ascii="DB Office" w:hAnsi="DB Office"/>
        </w:rPr>
      </w:pPr>
    </w:p>
    <w:sectPr w:rsidRPr="00693E4D" w:rsidR="00F27F1A" w:rsidSect="004840B3">
      <w:headerReference w:type="default" r:id="rId10"/>
      <w:footerReference w:type="default" r:id="rId11"/>
      <w:pgSz w:w="11907" w:h="16840" w:code="9"/>
      <w:pgMar w:top="2268" w:right="992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97F7" w14:textId="77777777" w:rsidR="00E72312" w:rsidRDefault="00E72312">
      <w:r>
        <w:separator/>
      </w:r>
    </w:p>
  </w:endnote>
  <w:endnote w:type="continuationSeparator" w:id="0">
    <w:p w14:paraId="34271BE5" w14:textId="77777777" w:rsidR="00E72312" w:rsidRDefault="00E7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Frutiger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Frutiger Bold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F7F94" w:rsidR="00A16B91" w:rsidP="00A16B91" w:rsidRDefault="004840B3" w14:paraId="70A27BEE" w14:textId="2CA4529E">
    <w:pPr>
      <w:pStyle w:val="Fuzeile"/>
    </w:pPr>
    <w:r w:rsidRPr="004840B3">
      <w:rPr>
        <w:vanish/>
      </w:rPr>
      <w:t>Fachautor: Ursula Obermaier, FE.EA 7 (933/6388)</w:t>
    </w:r>
    <w:r w:rsidRPr="004840B3" w:rsidR="00732C6C">
      <w:rPr>
        <w:vanish/>
      </w:rPr>
      <w:t xml:space="preserve"> </w:t>
    </w:r>
    <w:r w:rsidR="00732C6C">
      <w:t xml:space="preserve">                                                                               </w:t>
    </w:r>
    <w:bookmarkStart w:name="VV_VORGANGSNUMMER" w:id="3"/>
    <w:r>
      <w:rPr>
        <w:vanish/>
      </w:rPr>
      <w:t>25FEA84869</w:t>
    </w:r>
    <w:bookmarkEnd w:id="3"/>
    <w:r w:rsidRPr="00CF7F94" w:rsidR="00A16B91">
      <w:tab/>
      <w:t xml:space="preserve">Seite </w:t>
    </w:r>
    <w:r w:rsidRPr="00CF7F94" w:rsidR="00A16B91">
      <w:fldChar w:fldCharType="begin"/>
    </w:r>
    <w:r w:rsidRPr="00CF7F94" w:rsidR="00A16B91">
      <w:instrText xml:space="preserve"> PAGE </w:instrText>
    </w:r>
    <w:r w:rsidRPr="00CF7F94" w:rsidR="00A16B91">
      <w:fldChar w:fldCharType="separate"/>
    </w:r>
    <w:r w:rsidR="00323D37">
      <w:rPr>
        <w:noProof/>
      </w:rPr>
      <w:t>1</w:t>
    </w:r>
    <w:r w:rsidRPr="00CF7F94" w:rsidR="00A16B91">
      <w:fldChar w:fldCharType="end"/>
    </w:r>
    <w:r w:rsidRPr="00CF7F94" w:rsidR="00A16B91">
      <w:t xml:space="preserve"> von </w:t>
    </w:r>
    <w:fldSimple w:instr=" NUMPAGES ">
      <w:r w:rsidR="00323D3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9542" w14:textId="77777777" w:rsidR="00E72312" w:rsidRDefault="00E72312">
      <w:r>
        <w:separator/>
      </w:r>
    </w:p>
  </w:footnote>
  <w:footnote w:type="continuationSeparator" w:id="0">
    <w:p w14:paraId="0AD421A8" w14:textId="77777777" w:rsidR="00E72312" w:rsidRDefault="00E72312">
      <w:r>
        <w:continuationSeparator/>
      </w:r>
    </w:p>
  </w:footnote>
</w:footnotes>
</file>

<file path=word/header1.xml><?xml version="1.0" encoding="utf-8"?>
<w:hdr xmlns:a="http://schemas.openxmlformats.org/drawingml/2006/main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B91" w:rsidP="00C33D01" w:rsidRDefault="00C33D01" w14:paraId="63B54998" w14:textId="77777777">
    <w:pPr>
      <w:pStyle w:val="berschrift3"/>
      <w:keepLines w:val="0"/>
      <w:pBdr>
        <w:top w:val="none" w:color="auto" w:sz="0" w:space="0"/>
      </w:pBdr>
      <w:suppressAutoHyphens w:val="0"/>
      <w:overflowPunct/>
      <w:autoSpaceDE/>
      <w:autoSpaceDN/>
      <w:adjustRightInd/>
      <w:spacing w:after="60"/>
      <w:jc w:val="center"/>
      <w:textAlignment w:val="auto"/>
      <w:rPr>
        <w:sz w:val="26"/>
        <w:szCs w:val="26"/>
      </w:rPr>
    </w:pPr>
    <w:r>
      <w:rPr>
        <w:sz w:val="26"/>
        <w:szCs w:val="26"/>
      </w:rPr>
      <w:br/>
    </w:r>
    <w:r>
      <w:rPr>
        <w:sz w:val="26"/>
        <w:szCs w:val="26"/>
      </w:rPr>
      <w:br/>
    </w:r>
    <w:r w:rsidR="00323D37">
      <w:rPr>
        <w:noProof/>
        <w:sz w:val="26"/>
        <w:szCs w:val="26"/>
      </w:rPr>
      <mc:AlternateContent>
        <mc:Choice Requires="wps">
          <w:drawing>
            <wp:anchor distT="0" distB="0" distL="71755" distR="71755" simplePos="0" relativeHeight="251657728" behindDoc="1" locked="0" layoutInCell="1" allowOverlap="1" wp14:editId="3B9CFEB4" wp14:anchorId="178DF281">
              <wp:simplePos x="0" y="0"/>
              <wp:positionH relativeFrom="margin">
                <wp:posOffset>4680585</wp:posOffset>
              </wp:positionH>
              <wp:positionV relativeFrom="page">
                <wp:posOffset>360045</wp:posOffset>
              </wp:positionV>
              <wp:extent cx="1701165" cy="439420"/>
              <wp:effectExtent l="0" t="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165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FFFF"/>
                            </a:solidFill>
                            <a:miter lim="800000"/>
                            <a:headEnd type="none" w="sm" len="sm"/>
                            <a:tailEnd type="none" w="sm" len="sm"/>
                          </a14:hiddenLine>
                        </a:ext>
                      </a:extLst>
                    </wps:spPr>
                    <wps:txbx>
                      <w:txbxContent>
                        <w:p w:rsidRPr="00D15364" w:rsidR="00A16B91" w:rsidP="00C57383" w:rsidRDefault="00A16B91" w14:paraId="10E40FF1" w14:textId="77777777">
                          <w:pPr>
                            <w:jc w:val="right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78DF281">
              <v:stroke joinstyle="miter"/>
              <v:path gradientshapeok="t" o:connecttype="rect"/>
            </v:shapetype>
            <v:shape id="Text Box 16" style="position:absolute;left:0;text-align:left;margin-left:368.55pt;margin-top:28.35pt;width:133.95pt;height:34.6pt;z-index:-251658752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spid="_x0000_s1026" filled="f" stroked="f" strokecolor="aqua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">
              <v:stroke startarrowwidth="narrow" startarrowlength="short" endarrowwidth="narrow" endarrowlength="short"/>
              <v:textbox style="mso-fit-shape-to-text:t" inset="0,0,0,0">
                <w:txbxContent>
                  <w:p w:rsidRPr="00D15364" w:rsidR="00A16B91" w:rsidP="00C57383" w:rsidRDefault="00A16B91" w14:paraId="10E40FF1" w14:textId="77777777">
                    <w:pPr>
                      <w:jc w:val="right"/>
                    </w:pPr>
                    <w:r>
                      <w:br/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</w:p>
  <w:p w:rsidR="00C33D01" w:rsidP="00C33D01" w:rsidRDefault="00C33D01" w14:paraId="3CD5459A" w14:textId="37086DAE">
    <w:pPr>
      <w:pStyle w:val="Text"/>
      <w:jc w:val="center"/>
      <w:rPr>
        <w:sz w:val="32"/>
        <w:szCs w:val="32"/>
      </w:rPr>
    </w:pPr>
    <w:r w:rsidRPr="00C33D01">
      <w:rPr>
        <w:sz w:val="32"/>
        <w:szCs w:val="32"/>
      </w:rPr>
      <w:t>Nachunternehmerliste</w:t>
    </w:r>
  </w:p>
  <w:p w:rsidRPr="004840B3" w:rsidR="004840B3" w:rsidP="004840B3" w:rsidRDefault="004840B3" w14:paraId="59648706" w14:textId="07DF7A76">
    <w:pPr>
      <w:pStyle w:val="Text"/>
      <w:numPr>
        <w:ilvl w:val="0"/>
        <w:numId w:val="41"/>
      </w:numPr>
      <w:jc w:val="center"/>
      <w:rPr>
        <w:szCs w:val="22"/>
      </w:rPr>
    </w:pPr>
    <w:r w:rsidRPr="004840B3">
      <w:rPr>
        <w:szCs w:val="22"/>
      </w:rPr>
      <w:t xml:space="preserve">Unterauftragnehmerliste </w:t>
    </w:r>
    <w:r>
      <w:rPr>
        <w:szCs w:val="22"/>
      </w:rPr>
      <w:t xml:space="preserve">   </w:t>
    </w:r>
    <w:r w:rsidRPr="004840B3">
      <w:rPr>
        <w:szCs w:val="22"/>
      </w:rPr>
      <w:t xml:space="preserve">- </w:t>
    </w:r>
  </w:p>
  <w:p w:rsidR="00A16B91" w:rsidP="00A16B91" w:rsidRDefault="00A16B91" w14:paraId="5CDC08AC" w14:textId="77777777">
    <w:pPr>
      <w:pStyle w:val="Kopfzeile2"/>
    </w:pPr>
  </w:p>
  <w:p w:rsidRPr="00C33D01" w:rsidR="00A16B91" w:rsidP="00C33D01" w:rsidRDefault="00A16B91" w14:paraId="0045A5A0" w14:textId="3DC9EBE3">
    <w:pPr>
      <w:pStyle w:val="Kopfzeile2"/>
      <w:jc w:val="center"/>
      <w:rPr>
        <w:sz w:val="26"/>
        <w:szCs w:val="26"/>
      </w:rPr>
    </w:pPr>
    <w:r w:rsidRPr="00C33D01">
      <w:rPr>
        <w:sz w:val="26"/>
        <w:szCs w:val="26"/>
      </w:rPr>
      <w:t xml:space="preserve">Version </w:t>
    </w:r>
    <w:r w:rsidRPr="00C33D01">
      <w:rPr>
        <w:sz w:val="26"/>
        <w:szCs w:val="26"/>
      </w:rPr>
      <w:fldChar w:fldCharType="begin"/>
    </w:r>
    <w:r w:rsidRPr="00C33D01">
      <w:rPr>
        <w:sz w:val="26"/>
        <w:szCs w:val="26"/>
      </w:rPr>
      <w:instrText xml:space="preserve"> DOKEIGENSCHAFT "Version"  \* MERGEFORMAT </w:instrText>
    </w:r>
    <w:r w:rsidRPr="00C33D01">
      <w:rPr>
        <w:sz w:val="26"/>
        <w:szCs w:val="26"/>
      </w:rPr>
      <w:fldChar w:fldCharType="separate"/>
    </w:r>
    <w:r w:rsidRPr="00C33D01">
      <w:rPr>
        <w:sz w:val="26"/>
        <w:szCs w:val="26"/>
      </w:rPr>
      <w:t>1.</w:t>
    </w:r>
    <w:r w:rsidR="004840B3">
      <w:rPr>
        <w:sz w:val="26"/>
        <w:szCs w:val="26"/>
      </w:rPr>
      <w:t>1</w:t>
    </w:r>
    <w:r w:rsidRPr="00C33D01"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8CCE69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7812D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7AD4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DC8C46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27C322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C2346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16400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663A1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4276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9A2FC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C47EAD48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FFFFFFFE"/>
    <w:multiLevelType w:val="singleLevel"/>
    <w:tmpl w:val="2970F362"/>
    <w:lvl w:ilvl="0">
      <w:numFmt w:val="decimal"/>
      <w:pStyle w:val="aufz"/>
      <w:lvlText w:val="*"/>
      <w:lvlJc w:val="left"/>
    </w:lvl>
  </w:abstractNum>
  <w:abstractNum w:abstractNumId="12" w15:restartNumberingAfterBreak="0">
    <w:nsid w:val="089F617B"/>
    <w:multiLevelType w:val="hybridMultilevel"/>
    <w:tmpl w:val="5B74E460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13" w15:restartNumberingAfterBreak="0">
    <w:nsid w:val="0D7D347D"/>
    <w:multiLevelType w:val="hybridMultilevel"/>
    <w:tmpl w:val="B3F8D91C"/>
    <w:lvl w:ilvl="0" w:tplc="E3281E00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18860371"/>
    <w:multiLevelType w:val="hybridMultilevel"/>
    <w:tmpl w:val="8F3EB088"/>
    <w:lvl w:ilvl="0" w:tplc="0407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19952893"/>
    <w:multiLevelType w:val="hybridMultilevel"/>
    <w:tmpl w:val="705E543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D8B1A7D"/>
    <w:multiLevelType w:val="multilevel"/>
    <w:tmpl w:val="79D6AD34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1DC82BEA"/>
    <w:multiLevelType w:val="multilevel"/>
    <w:tmpl w:val="C5108E1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21420A6B"/>
    <w:multiLevelType w:val="hybridMultilevel"/>
    <w:tmpl w:val="7D78D0C0"/>
    <w:lvl w:ilvl="0" w:tplc="3EF807BE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DC2AEB84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5CE1A51"/>
    <w:multiLevelType w:val="hybridMultilevel"/>
    <w:tmpl w:val="AC8AC04E"/>
    <w:lvl w:ilvl="0" w:tplc="3EF807BE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20" w15:restartNumberingAfterBreak="0">
    <w:nsid w:val="27982C4E"/>
    <w:multiLevelType w:val="hybridMultilevel"/>
    <w:tmpl w:val="AA2493FC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DC35B19"/>
    <w:multiLevelType w:val="hybridMultilevel"/>
    <w:tmpl w:val="432E906E"/>
    <w:lvl w:ilvl="0" w:tplc="0407000F">
      <w:start w:val="1"/>
      <w:numFmt w:val="decimal"/>
      <w:lvlText w:val="%1."/>
      <w:lvlJc w:val="left"/>
      <w:pPr>
        <w:tabs>
          <w:tab w:val="num" w:pos="1684"/>
        </w:tabs>
        <w:ind w:left="168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22" w15:restartNumberingAfterBreak="0">
    <w:nsid w:val="2EDD21A3"/>
    <w:multiLevelType w:val="singleLevel"/>
    <w:tmpl w:val="F20C3D5E"/>
    <w:lvl w:ilvl="0">
      <w:start w:val="1"/>
      <w:numFmt w:val="bullet"/>
      <w:pStyle w:val="Aufzhlung1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3" w15:restartNumberingAfterBreak="0">
    <w:nsid w:val="2FD25AFC"/>
    <w:multiLevelType w:val="hybridMultilevel"/>
    <w:tmpl w:val="8A429330"/>
    <w:lvl w:ilvl="0" w:tplc="0407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24" w15:restartNumberingAfterBreak="0">
    <w:nsid w:val="396B7493"/>
    <w:multiLevelType w:val="hybridMultilevel"/>
    <w:tmpl w:val="E05815DA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9F27AF9"/>
    <w:multiLevelType w:val="singleLevel"/>
    <w:tmpl w:val="40243618"/>
    <w:lvl w:ilvl="0">
      <w:start w:val="1"/>
      <w:numFmt w:val="decimal"/>
      <w:pStyle w:val="Nummerieru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D225074"/>
    <w:multiLevelType w:val="hybridMultilevel"/>
    <w:tmpl w:val="7370311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E612007"/>
    <w:multiLevelType w:val="hybridMultilevel"/>
    <w:tmpl w:val="CE46FAE6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ED87E76"/>
    <w:multiLevelType w:val="hybridMultilevel"/>
    <w:tmpl w:val="8A4E465A"/>
    <w:lvl w:ilvl="0" w:tplc="0407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9" w15:restartNumberingAfterBreak="0">
    <w:nsid w:val="55961861"/>
    <w:multiLevelType w:val="multilevel"/>
    <w:tmpl w:val="D5F828C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Nummerierung2"/>
      <w:suff w:val="space"/>
      <w:lvlText w:val="%1.%2."/>
      <w:lvlJc w:val="left"/>
      <w:pPr>
        <w:ind w:left="0" w:firstLine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ummerierung3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0" w:firstLine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0" w:firstLine="144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57AE7DA6"/>
    <w:multiLevelType w:val="hybridMultilevel"/>
    <w:tmpl w:val="4452515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60794D53"/>
    <w:multiLevelType w:val="hybridMultilevel"/>
    <w:tmpl w:val="4BF42312"/>
    <w:lvl w:ilvl="0" w:tplc="0407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2" w15:restartNumberingAfterBreak="0">
    <w:nsid w:val="60A203B5"/>
    <w:multiLevelType w:val="hybridMultilevel"/>
    <w:tmpl w:val="F7C600DA"/>
    <w:lvl w:ilvl="0" w:tplc="2F0A00C4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3" w15:restartNumberingAfterBreak="0">
    <w:nsid w:val="639F0A9E"/>
    <w:multiLevelType w:val="hybridMultilevel"/>
    <w:tmpl w:val="F65A6E74"/>
    <w:lvl w:ilvl="0" w:tplc="32CADA86">
      <w:numFmt w:val="bullet"/>
      <w:lvlText w:val="-"/>
      <w:lvlJc w:val="left"/>
      <w:pPr>
        <w:ind w:left="927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86B2BFF"/>
    <w:multiLevelType w:val="hybridMultilevel"/>
    <w:tmpl w:val="39EC7860"/>
    <w:lvl w:ilvl="0" w:tplc="0407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1C66DCF4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  <w:rPr>
        <w:rFonts w:hint="default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5" w15:restartNumberingAfterBreak="0">
    <w:nsid w:val="71355904"/>
    <w:multiLevelType w:val="hybridMultilevel"/>
    <w:tmpl w:val="4B4864C4"/>
    <w:lvl w:ilvl="0" w:tplc="0407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72BC62AC"/>
    <w:multiLevelType w:val="hybridMultilevel"/>
    <w:tmpl w:val="4FEEC154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76086314"/>
    <w:multiLevelType w:val="hybridMultilevel"/>
    <w:tmpl w:val="BEB22BB6"/>
    <w:lvl w:ilvl="0" w:tplc="0E52B7DA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8" w15:restartNumberingAfterBreak="0">
    <w:nsid w:val="760E51A8"/>
    <w:multiLevelType w:val="hybridMultilevel"/>
    <w:tmpl w:val="C9B47B02"/>
    <w:lvl w:ilvl="0" w:tplc="C2CCA428">
      <w:start w:val="8"/>
      <w:numFmt w:val="bullet"/>
      <w:pStyle w:val="Aufzhlung1-Punkte"/>
      <w:lvlText w:val=""/>
      <w:lvlJc w:val="left"/>
      <w:pPr>
        <w:tabs>
          <w:tab w:val="num" w:pos="1352"/>
        </w:tabs>
        <w:ind w:left="1352" w:hanging="360"/>
      </w:pPr>
      <w:rPr>
        <w:rFonts w:ascii="Monotype Sorts" w:eastAsia="Times New Roman" w:hAnsi="Monotype Sorts" w:cs="Times New Roman" w:hint="default"/>
        <w:color w:val="FF0000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35135"/>
    <w:multiLevelType w:val="hybridMultilevel"/>
    <w:tmpl w:val="5D224DBA"/>
    <w:lvl w:ilvl="0" w:tplc="3EF807BE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40" w15:restartNumberingAfterBreak="0">
    <w:nsid w:val="7B7B63BC"/>
    <w:multiLevelType w:val="hybridMultilevel"/>
    <w:tmpl w:val="F9A85850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28"/>
  </w:num>
  <w:num w:numId="6">
    <w:abstractNumId w:val="13"/>
  </w:num>
  <w:num w:numId="7">
    <w:abstractNumId w:val="34"/>
  </w:num>
  <w:num w:numId="8">
    <w:abstractNumId w:val="36"/>
  </w:num>
  <w:num w:numId="9">
    <w:abstractNumId w:val="18"/>
  </w:num>
  <w:num w:numId="10">
    <w:abstractNumId w:val="30"/>
  </w:num>
  <w:num w:numId="11">
    <w:abstractNumId w:val="15"/>
  </w:num>
  <w:num w:numId="12">
    <w:abstractNumId w:val="20"/>
  </w:num>
  <w:num w:numId="13">
    <w:abstractNumId w:val="29"/>
  </w:num>
  <w:num w:numId="14">
    <w:abstractNumId w:val="25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38"/>
  </w:num>
  <w:num w:numId="23">
    <w:abstractNumId w:val="11"/>
    <w:lvlOverride w:ilvl="0">
      <w:lvl w:ilvl="0">
        <w:start w:val="1"/>
        <w:numFmt w:val="bullet"/>
        <w:pStyle w:val="aufz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19"/>
  </w:num>
  <w:num w:numId="25">
    <w:abstractNumId w:val="37"/>
  </w:num>
  <w:num w:numId="26">
    <w:abstractNumId w:val="39"/>
  </w:num>
  <w:num w:numId="27">
    <w:abstractNumId w:val="32"/>
  </w:num>
  <w:num w:numId="28">
    <w:abstractNumId w:val="23"/>
  </w:num>
  <w:num w:numId="29">
    <w:abstractNumId w:val="21"/>
  </w:num>
  <w:num w:numId="30">
    <w:abstractNumId w:val="31"/>
  </w:num>
  <w:num w:numId="31">
    <w:abstractNumId w:val="40"/>
  </w:num>
  <w:num w:numId="32">
    <w:abstractNumId w:val="14"/>
  </w:num>
  <w:num w:numId="33">
    <w:abstractNumId w:val="24"/>
  </w:num>
  <w:num w:numId="34">
    <w:abstractNumId w:val="26"/>
  </w:num>
  <w:num w:numId="35">
    <w:abstractNumId w:val="12"/>
  </w:num>
  <w:num w:numId="36">
    <w:abstractNumId w:val="22"/>
  </w:num>
  <w:num w:numId="37">
    <w:abstractNumId w:val="35"/>
  </w:num>
  <w:num w:numId="38">
    <w:abstractNumId w:val="27"/>
  </w:num>
  <w:num w:numId="39">
    <w:abstractNumId w:val="16"/>
  </w:num>
  <w:num w:numId="40">
    <w:abstractNumId w:val="17"/>
  </w:num>
  <w:num w:numId="41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CH" w:vendorID="9" w:dllVersion="512" w:checkStyle="1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6"/>
  <w:consecutiveHyphenLimit w:val="2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 fill="f" strokecolor="aqua">
      <v:fill on="f"/>
      <v:stroke startarrowwidth="narrow" startarrowlength="short" endarrowwidth="narrow" endarrowlength="short" color="aqua" color2="none" weight="1pt"/>
      <v:textbox inset="1pt,1pt,1pt,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teilung" w:val="FIO"/>
    <w:docVar w:name="Bank" w:val="Bankhaus Duck"/>
    <w:docVar w:name="Bereich" w:val="EDV"/>
    <w:docVar w:name="BLZ" w:val="000 000 007"/>
    <w:docVar w:name="FaxNr" w:val="069 / 456789"/>
    <w:docVar w:name="HausNr" w:val="8"/>
    <w:docVar w:name="Initialen" w:val="kh"/>
    <w:docVar w:name="KontoNr" w:val="0815"/>
    <w:docVar w:name="Kostenstelle" w:val="4711"/>
    <w:docVar w:name="Name" w:val="Klaus Heislitz"/>
    <w:docVar w:name="NetzFaxNr" w:val="456"/>
    <w:docVar w:name="NetzTelefonNr" w:val="666"/>
    <w:docVar w:name="Niederlassung" w:val="Eschborn"/>
    <w:docVar w:name="PlzOrt" w:val="60128 Eschborn"/>
    <w:docVar w:name="Postfach" w:val="Postfach 4711"/>
    <w:docVar w:name="PostfachPlzOrt" w:val="60128 Eschborn"/>
    <w:docVar w:name="Straße" w:val="Kölnerstr."/>
    <w:docVar w:name="TelefonNr" w:val="069 / 12345"/>
    <w:docVar w:name="zieldateiname" w:val="C:\USERLOC.INI"/>
  </w:docVars>
  <w:rsids>
    <w:rsidRoot w:val="00A237A7"/>
    <w:rsid w:val="00001332"/>
    <w:rsid w:val="000105BC"/>
    <w:rsid w:val="00061662"/>
    <w:rsid w:val="000618BE"/>
    <w:rsid w:val="00090267"/>
    <w:rsid w:val="000954F0"/>
    <w:rsid w:val="000A4D5A"/>
    <w:rsid w:val="000B51F7"/>
    <w:rsid w:val="000E5A70"/>
    <w:rsid w:val="001275B9"/>
    <w:rsid w:val="001623E7"/>
    <w:rsid w:val="00166891"/>
    <w:rsid w:val="00174747"/>
    <w:rsid w:val="00184B14"/>
    <w:rsid w:val="001879F1"/>
    <w:rsid w:val="001A6073"/>
    <w:rsid w:val="001A7E4F"/>
    <w:rsid w:val="001B2973"/>
    <w:rsid w:val="001E065B"/>
    <w:rsid w:val="001E4E6C"/>
    <w:rsid w:val="001F4449"/>
    <w:rsid w:val="002006A2"/>
    <w:rsid w:val="0023650D"/>
    <w:rsid w:val="00270FF7"/>
    <w:rsid w:val="00274B82"/>
    <w:rsid w:val="002C7E74"/>
    <w:rsid w:val="002D4350"/>
    <w:rsid w:val="0032010C"/>
    <w:rsid w:val="00323D37"/>
    <w:rsid w:val="00382878"/>
    <w:rsid w:val="00383AB9"/>
    <w:rsid w:val="003B3061"/>
    <w:rsid w:val="003B4D70"/>
    <w:rsid w:val="003C32D1"/>
    <w:rsid w:val="003D68A0"/>
    <w:rsid w:val="003E59B7"/>
    <w:rsid w:val="00415A25"/>
    <w:rsid w:val="004335A4"/>
    <w:rsid w:val="00441EE7"/>
    <w:rsid w:val="00477952"/>
    <w:rsid w:val="004840B3"/>
    <w:rsid w:val="004B3279"/>
    <w:rsid w:val="005006B8"/>
    <w:rsid w:val="00500ED4"/>
    <w:rsid w:val="00501C89"/>
    <w:rsid w:val="00536528"/>
    <w:rsid w:val="00570CC4"/>
    <w:rsid w:val="00597591"/>
    <w:rsid w:val="005A3EC8"/>
    <w:rsid w:val="005A6302"/>
    <w:rsid w:val="005B3F95"/>
    <w:rsid w:val="005E2196"/>
    <w:rsid w:val="005E2BF7"/>
    <w:rsid w:val="005E74AB"/>
    <w:rsid w:val="005F0482"/>
    <w:rsid w:val="005F1BE0"/>
    <w:rsid w:val="00647DE1"/>
    <w:rsid w:val="006516AC"/>
    <w:rsid w:val="0067501F"/>
    <w:rsid w:val="0068112E"/>
    <w:rsid w:val="00693E4D"/>
    <w:rsid w:val="00693F4D"/>
    <w:rsid w:val="00696F4A"/>
    <w:rsid w:val="006A3ABC"/>
    <w:rsid w:val="006A3FBD"/>
    <w:rsid w:val="006A7720"/>
    <w:rsid w:val="006B6AD8"/>
    <w:rsid w:val="006D211D"/>
    <w:rsid w:val="006F0252"/>
    <w:rsid w:val="00705304"/>
    <w:rsid w:val="007136BE"/>
    <w:rsid w:val="00732C6C"/>
    <w:rsid w:val="00735FF2"/>
    <w:rsid w:val="007544C1"/>
    <w:rsid w:val="007B7219"/>
    <w:rsid w:val="00801377"/>
    <w:rsid w:val="00822194"/>
    <w:rsid w:val="008358E1"/>
    <w:rsid w:val="008662E2"/>
    <w:rsid w:val="00891371"/>
    <w:rsid w:val="008938A4"/>
    <w:rsid w:val="008D3378"/>
    <w:rsid w:val="008E512E"/>
    <w:rsid w:val="008F34C3"/>
    <w:rsid w:val="009344A0"/>
    <w:rsid w:val="00940D86"/>
    <w:rsid w:val="00947E29"/>
    <w:rsid w:val="00984A22"/>
    <w:rsid w:val="00995B83"/>
    <w:rsid w:val="00997DBC"/>
    <w:rsid w:val="009B3CB1"/>
    <w:rsid w:val="009C1C30"/>
    <w:rsid w:val="009D3BEC"/>
    <w:rsid w:val="009E7935"/>
    <w:rsid w:val="00A16B91"/>
    <w:rsid w:val="00A237A7"/>
    <w:rsid w:val="00A249F0"/>
    <w:rsid w:val="00A32073"/>
    <w:rsid w:val="00A654F2"/>
    <w:rsid w:val="00A70FE9"/>
    <w:rsid w:val="00A95308"/>
    <w:rsid w:val="00AA5A47"/>
    <w:rsid w:val="00AB2E9A"/>
    <w:rsid w:val="00AB516D"/>
    <w:rsid w:val="00AC0ACF"/>
    <w:rsid w:val="00B26D84"/>
    <w:rsid w:val="00B3505E"/>
    <w:rsid w:val="00B3513A"/>
    <w:rsid w:val="00B416EB"/>
    <w:rsid w:val="00B72966"/>
    <w:rsid w:val="00B97327"/>
    <w:rsid w:val="00BB3610"/>
    <w:rsid w:val="00BD5F55"/>
    <w:rsid w:val="00BD796D"/>
    <w:rsid w:val="00BE3413"/>
    <w:rsid w:val="00BF0FA9"/>
    <w:rsid w:val="00BF6DC7"/>
    <w:rsid w:val="00C33D01"/>
    <w:rsid w:val="00C36644"/>
    <w:rsid w:val="00C57383"/>
    <w:rsid w:val="00C63A0A"/>
    <w:rsid w:val="00C71ACB"/>
    <w:rsid w:val="00C83A4C"/>
    <w:rsid w:val="00CA0F18"/>
    <w:rsid w:val="00CA771F"/>
    <w:rsid w:val="00CB178A"/>
    <w:rsid w:val="00CB7EB8"/>
    <w:rsid w:val="00CC2957"/>
    <w:rsid w:val="00CC4EEF"/>
    <w:rsid w:val="00CF7F94"/>
    <w:rsid w:val="00D15364"/>
    <w:rsid w:val="00D41F58"/>
    <w:rsid w:val="00D4512B"/>
    <w:rsid w:val="00D7367D"/>
    <w:rsid w:val="00D7683E"/>
    <w:rsid w:val="00DA2D12"/>
    <w:rsid w:val="00DD6120"/>
    <w:rsid w:val="00DE188C"/>
    <w:rsid w:val="00DE695F"/>
    <w:rsid w:val="00DF6944"/>
    <w:rsid w:val="00E22757"/>
    <w:rsid w:val="00E36E64"/>
    <w:rsid w:val="00E553A7"/>
    <w:rsid w:val="00E56ECA"/>
    <w:rsid w:val="00E57C15"/>
    <w:rsid w:val="00E72312"/>
    <w:rsid w:val="00E8499A"/>
    <w:rsid w:val="00EC2176"/>
    <w:rsid w:val="00ED7F34"/>
    <w:rsid w:val="00EE67AC"/>
    <w:rsid w:val="00F1233B"/>
    <w:rsid w:val="00F27F1A"/>
    <w:rsid w:val="00F450B2"/>
    <w:rsid w:val="00F51FC0"/>
    <w:rsid w:val="00F57665"/>
    <w:rsid w:val="00F72FE8"/>
    <w:rsid w:val="00F87694"/>
    <w:rsid w:val="00FD3164"/>
    <w:rsid w:val="00FF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strokecolor="aqua">
      <v:fill on="f"/>
      <v:stroke startarrowwidth="narrow" startarrowlength="short" endarrowwidth="narrow" endarrowlength="short" color="aqua" color2="none" weight="1pt"/>
      <v:textbox inset="1pt,1pt,1pt,1pt"/>
    </o:shapedefaults>
    <o:shapelayout v:ext="edit">
      <o:idmap v:ext="edit" data="1"/>
    </o:shapelayout>
  </w:shapeDefaults>
  <w:decimalSymbol w:val=","/>
  <w:listSeparator w:val=";"/>
  <w14:docId w14:val="47AB531C"/>
  <w15:docId w15:val="{632122C4-D0DC-49C8-BA64-7FF7AE53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93E4D"/>
    <w:pPr>
      <w:overflowPunct w:val="0"/>
      <w:autoSpaceDE w:val="0"/>
      <w:autoSpaceDN w:val="0"/>
      <w:adjustRightInd w:val="0"/>
      <w:spacing w:after="140"/>
      <w:textAlignment w:val="baseline"/>
    </w:pPr>
    <w:rPr>
      <w:rFonts w:ascii="Frutiger Roman" w:hAnsi="Frutiger Roman"/>
      <w:sz w:val="24"/>
    </w:rPr>
  </w:style>
  <w:style w:type="paragraph" w:styleId="berschrift1">
    <w:name w:val="heading 1"/>
    <w:next w:val="Text"/>
    <w:qFormat/>
    <w:rsid w:val="00E57C15"/>
    <w:pPr>
      <w:keepNext/>
      <w:keepLines/>
      <w:numPr>
        <w:numId w:val="1"/>
      </w:numPr>
      <w:pBdr>
        <w:top w:val="single" w:sz="12" w:space="5" w:color="auto"/>
      </w:pBdr>
      <w:suppressAutoHyphens/>
      <w:overflowPunct w:val="0"/>
      <w:autoSpaceDE w:val="0"/>
      <w:autoSpaceDN w:val="0"/>
      <w:adjustRightInd w:val="0"/>
      <w:spacing w:before="120" w:after="240"/>
      <w:textAlignment w:val="baseline"/>
      <w:outlineLvl w:val="0"/>
    </w:pPr>
    <w:rPr>
      <w:rFonts w:ascii="DB Office" w:hAnsi="DB Office"/>
      <w:kern w:val="28"/>
      <w:sz w:val="28"/>
    </w:rPr>
  </w:style>
  <w:style w:type="paragraph" w:styleId="berschrift2">
    <w:name w:val="heading 2"/>
    <w:basedOn w:val="berschrift1"/>
    <w:next w:val="Text"/>
    <w:qFormat/>
    <w:rsid w:val="00E57C15"/>
    <w:pPr>
      <w:numPr>
        <w:ilvl w:val="1"/>
      </w:numPr>
      <w:spacing w:before="240"/>
      <w:outlineLvl w:val="1"/>
    </w:pPr>
  </w:style>
  <w:style w:type="paragraph" w:styleId="berschrift3">
    <w:name w:val="heading 3"/>
    <w:basedOn w:val="berschrift2"/>
    <w:next w:val="Text"/>
    <w:qFormat/>
    <w:rsid w:val="00E57C15"/>
    <w:pPr>
      <w:numPr>
        <w:ilvl w:val="0"/>
        <w:numId w:val="0"/>
      </w:numPr>
      <w:outlineLvl w:val="2"/>
    </w:pPr>
  </w:style>
  <w:style w:type="paragraph" w:styleId="berschrift4">
    <w:name w:val="heading 4"/>
    <w:basedOn w:val="berschrift3"/>
    <w:next w:val="Text"/>
    <w:qFormat/>
    <w:rsid w:val="00E57C15"/>
    <w:pPr>
      <w:numPr>
        <w:ilvl w:val="3"/>
        <w:numId w:val="1"/>
      </w:numPr>
      <w:pBdr>
        <w:top w:val="none" w:sz="0" w:space="0" w:color="auto"/>
      </w:pBdr>
      <w:spacing w:after="120"/>
      <w:outlineLvl w:val="3"/>
    </w:pPr>
  </w:style>
  <w:style w:type="paragraph" w:styleId="berschrift5">
    <w:name w:val="heading 5"/>
    <w:basedOn w:val="berschrift4"/>
    <w:next w:val="Text"/>
    <w:qFormat/>
    <w:rsid w:val="00E57C15"/>
    <w:pPr>
      <w:numPr>
        <w:ilvl w:val="4"/>
      </w:numPr>
      <w:outlineLvl w:val="4"/>
    </w:pPr>
  </w:style>
  <w:style w:type="paragraph" w:styleId="berschrift6">
    <w:name w:val="heading 6"/>
    <w:basedOn w:val="berschrift4"/>
    <w:next w:val="Text"/>
    <w:qFormat/>
    <w:rsid w:val="00E57C15"/>
    <w:pPr>
      <w:numPr>
        <w:ilvl w:val="5"/>
      </w:numPr>
      <w:outlineLvl w:val="5"/>
    </w:pPr>
  </w:style>
  <w:style w:type="paragraph" w:styleId="berschrift7">
    <w:name w:val="heading 7"/>
    <w:basedOn w:val="berschrift4"/>
    <w:next w:val="Text"/>
    <w:qFormat/>
    <w:rsid w:val="00E57C15"/>
    <w:pPr>
      <w:numPr>
        <w:ilvl w:val="6"/>
      </w:numPr>
      <w:outlineLvl w:val="6"/>
    </w:pPr>
  </w:style>
  <w:style w:type="paragraph" w:styleId="berschrift8">
    <w:name w:val="heading 8"/>
    <w:basedOn w:val="berschrift4"/>
    <w:next w:val="Text"/>
    <w:qFormat/>
    <w:rsid w:val="00E57C15"/>
    <w:pPr>
      <w:numPr>
        <w:ilvl w:val="7"/>
      </w:numPr>
      <w:outlineLvl w:val="7"/>
    </w:pPr>
  </w:style>
  <w:style w:type="paragraph" w:styleId="berschrift9">
    <w:name w:val="heading 9"/>
    <w:basedOn w:val="berschrift4"/>
    <w:next w:val="Text"/>
    <w:qFormat/>
    <w:rsid w:val="00E57C15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rsid w:val="00647DE1"/>
    <w:pPr>
      <w:spacing w:after="120"/>
      <w:ind w:left="567"/>
      <w:jc w:val="both"/>
    </w:pPr>
    <w:rPr>
      <w:rFonts w:ascii="DB Office" w:hAnsi="DB Office"/>
      <w:color w:val="000000"/>
      <w:sz w:val="22"/>
    </w:rPr>
  </w:style>
  <w:style w:type="paragraph" w:customStyle="1" w:styleId="Hervorhebung1">
    <w:name w:val="Hervorhebung1"/>
    <w:basedOn w:val="Text"/>
    <w:next w:val="Text"/>
    <w:pPr>
      <w:spacing w:before="560" w:after="280"/>
      <w:jc w:val="left"/>
    </w:pPr>
    <w:rPr>
      <w:rFonts w:ascii="Frutiger Bold" w:hAnsi="Frutiger Bold"/>
    </w:rPr>
  </w:style>
  <w:style w:type="paragraph" w:styleId="Verzeichnis1">
    <w:name w:val="toc 1"/>
    <w:basedOn w:val="Standard"/>
    <w:next w:val="Verzeichnis2"/>
    <w:semiHidden/>
    <w:pPr>
      <w:keepLines/>
      <w:tabs>
        <w:tab w:val="right" w:leader="dot" w:pos="9638"/>
      </w:tabs>
      <w:spacing w:before="140"/>
    </w:pPr>
    <w:rPr>
      <w:rFonts w:ascii="DB Office" w:hAnsi="DB Office"/>
    </w:rPr>
  </w:style>
  <w:style w:type="paragraph" w:styleId="Verzeichnis2">
    <w:name w:val="toc 2"/>
    <w:basedOn w:val="Verzeichnis1"/>
    <w:semiHidden/>
    <w:pPr>
      <w:spacing w:before="0" w:after="60"/>
    </w:pPr>
  </w:style>
  <w:style w:type="paragraph" w:customStyle="1" w:styleId="Tab-Kopf">
    <w:name w:val="Tab-Kopf"/>
    <w:basedOn w:val="Standard"/>
    <w:next w:val="Tab-Text"/>
    <w:pPr>
      <w:keepLines/>
      <w:spacing w:before="60" w:after="60"/>
    </w:pPr>
    <w:rPr>
      <w:rFonts w:ascii="Frutiger Bold" w:hAnsi="Frutiger Bold"/>
      <w:sz w:val="20"/>
    </w:rPr>
  </w:style>
  <w:style w:type="paragraph" w:customStyle="1" w:styleId="Tab-Text">
    <w:name w:val="Tab-Text"/>
    <w:basedOn w:val="Tab-Kopf"/>
    <w:rPr>
      <w:rFonts w:ascii="Frutiger Roman" w:hAnsi="Frutiger Roman"/>
      <w:sz w:val="24"/>
    </w:rPr>
  </w:style>
  <w:style w:type="paragraph" w:styleId="Kopfzeile">
    <w:name w:val="header"/>
    <w:basedOn w:val="Standard"/>
    <w:next w:val="Kopfzeile2"/>
    <w:rsid w:val="00F1233B"/>
    <w:pPr>
      <w:tabs>
        <w:tab w:val="right" w:pos="10206"/>
      </w:tabs>
      <w:spacing w:after="0"/>
      <w:ind w:right="3119"/>
    </w:pPr>
    <w:rPr>
      <w:rFonts w:ascii="DB Office" w:hAnsi="DB Office"/>
      <w:sz w:val="28"/>
    </w:rPr>
  </w:style>
  <w:style w:type="paragraph" w:customStyle="1" w:styleId="Kopfzeile2">
    <w:name w:val="Kopfzeile2"/>
    <w:basedOn w:val="Kopfzeile"/>
    <w:rsid w:val="00F1233B"/>
    <w:pPr>
      <w:pBdr>
        <w:bottom w:val="single" w:sz="4" w:space="1" w:color="auto"/>
      </w:pBdr>
      <w:ind w:right="0"/>
    </w:pPr>
    <w:rPr>
      <w:sz w:val="24"/>
    </w:rPr>
  </w:style>
  <w:style w:type="paragraph" w:styleId="Fuzeile">
    <w:name w:val="footer"/>
    <w:basedOn w:val="Kopfzeile2"/>
    <w:rsid w:val="00F1233B"/>
    <w:pPr>
      <w:pBdr>
        <w:top w:val="single" w:sz="4" w:space="1" w:color="auto"/>
        <w:bottom w:val="none" w:sz="0" w:space="0" w:color="auto"/>
      </w:pBdr>
    </w:pPr>
    <w:rPr>
      <w:sz w:val="20"/>
    </w:rPr>
  </w:style>
  <w:style w:type="paragraph" w:styleId="Index1">
    <w:name w:val="index 1"/>
    <w:basedOn w:val="Standard"/>
    <w:semiHidden/>
    <w:pPr>
      <w:tabs>
        <w:tab w:val="right" w:leader="dot" w:pos="4459"/>
      </w:tabs>
      <w:spacing w:after="0"/>
      <w:ind w:left="240" w:hanging="240"/>
    </w:pPr>
    <w:rPr>
      <w:sz w:val="20"/>
    </w:rPr>
  </w:style>
  <w:style w:type="paragraph" w:styleId="Beschriftung">
    <w:name w:val="caption"/>
    <w:basedOn w:val="Standard"/>
    <w:next w:val="Text"/>
    <w:qFormat/>
    <w:pPr>
      <w:keepLines/>
      <w:ind w:left="2268"/>
    </w:pPr>
    <w:rPr>
      <w:sz w:val="20"/>
    </w:rPr>
  </w:style>
  <w:style w:type="paragraph" w:styleId="Abbildungsverzeichnis">
    <w:name w:val="table of figures"/>
    <w:basedOn w:val="Verzeichnis2"/>
    <w:next w:val="Verzeichnis2"/>
    <w:semiHidden/>
    <w:pPr>
      <w:ind w:left="480" w:hanging="480"/>
    </w:pPr>
  </w:style>
  <w:style w:type="paragraph" w:customStyle="1" w:styleId="Titel-Kopf">
    <w:name w:val="Titel-Kopf"/>
    <w:basedOn w:val="Text"/>
    <w:pPr>
      <w:tabs>
        <w:tab w:val="left" w:pos="1304"/>
        <w:tab w:val="right" w:pos="9072"/>
      </w:tabs>
      <w:spacing w:before="900"/>
      <w:ind w:left="0"/>
    </w:pPr>
    <w:rPr>
      <w:sz w:val="36"/>
    </w:rPr>
  </w:style>
  <w:style w:type="paragraph" w:styleId="Indexberschrift">
    <w:name w:val="index heading"/>
    <w:basedOn w:val="Standard"/>
    <w:next w:val="Index1"/>
    <w:semiHidden/>
    <w:pPr>
      <w:spacing w:before="280"/>
    </w:pPr>
    <w:rPr>
      <w:rFonts w:ascii="Frutiger Bold" w:hAnsi="Frutiger Bold"/>
      <w:sz w:val="20"/>
    </w:rPr>
  </w:style>
  <w:style w:type="paragraph" w:customStyle="1" w:styleId="Glossar">
    <w:name w:val="Glossar"/>
    <w:basedOn w:val="Text"/>
    <w:pPr>
      <w:keepNext/>
      <w:keepLines/>
      <w:tabs>
        <w:tab w:val="left" w:pos="2268"/>
      </w:tabs>
      <w:ind w:left="0"/>
      <w:jc w:val="left"/>
    </w:pPr>
  </w:style>
  <w:style w:type="paragraph" w:styleId="Standardeinzug">
    <w:name w:val="Normal Indent"/>
    <w:basedOn w:val="Standard"/>
    <w:pPr>
      <w:ind w:left="2552"/>
    </w:pPr>
  </w:style>
  <w:style w:type="paragraph" w:styleId="Verzeichnis3">
    <w:name w:val="toc 3"/>
    <w:basedOn w:val="Verzeichnis2"/>
    <w:semiHidden/>
    <w:pPr>
      <w:ind w:left="397"/>
    </w:pPr>
  </w:style>
  <w:style w:type="paragraph" w:styleId="Index2">
    <w:name w:val="index 2"/>
    <w:basedOn w:val="Standard"/>
    <w:next w:val="Standard"/>
    <w:semiHidden/>
    <w:pPr>
      <w:tabs>
        <w:tab w:val="right" w:leader="dot" w:pos="4459"/>
      </w:tabs>
      <w:spacing w:after="0"/>
      <w:ind w:left="480" w:hanging="240"/>
    </w:pPr>
    <w:rPr>
      <w:sz w:val="20"/>
    </w:rPr>
  </w:style>
  <w:style w:type="paragraph" w:styleId="Index3">
    <w:name w:val="index 3"/>
    <w:basedOn w:val="Standard"/>
    <w:next w:val="Standard"/>
    <w:semiHidden/>
    <w:pPr>
      <w:tabs>
        <w:tab w:val="right" w:leader="dot" w:pos="4459"/>
      </w:tabs>
      <w:spacing w:after="0"/>
      <w:ind w:left="720" w:hanging="240"/>
    </w:pPr>
    <w:rPr>
      <w:sz w:val="20"/>
    </w:rPr>
  </w:style>
  <w:style w:type="paragraph" w:styleId="Index4">
    <w:name w:val="index 4"/>
    <w:basedOn w:val="Standard"/>
    <w:next w:val="Standard"/>
    <w:semiHidden/>
    <w:pPr>
      <w:tabs>
        <w:tab w:val="right" w:leader="dot" w:pos="4459"/>
      </w:tabs>
      <w:spacing w:after="0"/>
      <w:ind w:left="960" w:hanging="240"/>
    </w:pPr>
    <w:rPr>
      <w:sz w:val="20"/>
    </w:rPr>
  </w:style>
  <w:style w:type="paragraph" w:styleId="Index5">
    <w:name w:val="index 5"/>
    <w:basedOn w:val="Standard"/>
    <w:next w:val="Standard"/>
    <w:semiHidden/>
    <w:pPr>
      <w:tabs>
        <w:tab w:val="right" w:leader="dot" w:pos="4459"/>
      </w:tabs>
      <w:spacing w:after="0"/>
      <w:ind w:left="1200" w:hanging="240"/>
    </w:pPr>
    <w:rPr>
      <w:sz w:val="20"/>
    </w:rPr>
  </w:style>
  <w:style w:type="paragraph" w:styleId="Index6">
    <w:name w:val="index 6"/>
    <w:basedOn w:val="Standard"/>
    <w:next w:val="Standard"/>
    <w:semiHidden/>
    <w:pPr>
      <w:tabs>
        <w:tab w:val="right" w:leader="dot" w:pos="4459"/>
      </w:tabs>
      <w:spacing w:after="0"/>
      <w:ind w:left="1440" w:hanging="240"/>
    </w:pPr>
    <w:rPr>
      <w:sz w:val="20"/>
    </w:rPr>
  </w:style>
  <w:style w:type="paragraph" w:styleId="Index7">
    <w:name w:val="index 7"/>
    <w:basedOn w:val="Standard"/>
    <w:next w:val="Standard"/>
    <w:semiHidden/>
    <w:pPr>
      <w:tabs>
        <w:tab w:val="right" w:leader="dot" w:pos="4459"/>
      </w:tabs>
      <w:spacing w:after="0"/>
      <w:ind w:left="1680" w:hanging="240"/>
    </w:pPr>
    <w:rPr>
      <w:sz w:val="20"/>
    </w:rPr>
  </w:style>
  <w:style w:type="paragraph" w:styleId="Index8">
    <w:name w:val="index 8"/>
    <w:basedOn w:val="Standard"/>
    <w:next w:val="Standard"/>
    <w:semiHidden/>
    <w:pPr>
      <w:tabs>
        <w:tab w:val="right" w:leader="dot" w:pos="4459"/>
      </w:tabs>
      <w:spacing w:after="0"/>
      <w:ind w:left="1920" w:hanging="240"/>
    </w:pPr>
    <w:rPr>
      <w:sz w:val="20"/>
    </w:rPr>
  </w:style>
  <w:style w:type="paragraph" w:styleId="Index9">
    <w:name w:val="index 9"/>
    <w:basedOn w:val="Standard"/>
    <w:next w:val="Standard"/>
    <w:semiHidden/>
    <w:pPr>
      <w:tabs>
        <w:tab w:val="right" w:leader="dot" w:pos="4459"/>
      </w:tabs>
      <w:spacing w:after="0"/>
      <w:ind w:left="2160" w:hanging="240"/>
    </w:pPr>
    <w:rPr>
      <w:sz w:val="20"/>
    </w:rPr>
  </w:style>
  <w:style w:type="paragraph" w:customStyle="1" w:styleId="Beschrifttung2">
    <w:name w:val="Beschrifttung2"/>
    <w:basedOn w:val="Beschriftung"/>
    <w:next w:val="Text"/>
    <w:pPr>
      <w:ind w:left="0"/>
      <w:jc w:val="center"/>
    </w:pPr>
  </w:style>
  <w:style w:type="paragraph" w:customStyle="1" w:styleId="Hinweis">
    <w:name w:val="Hinweis"/>
    <w:basedOn w:val="Text"/>
    <w:next w:val="Text"/>
    <w:pPr>
      <w:pBdr>
        <w:top w:val="single" w:sz="12" w:space="3" w:color="0000FF" w:shadow="1"/>
        <w:left w:val="single" w:sz="12" w:space="3" w:color="0000FF" w:shadow="1"/>
        <w:bottom w:val="single" w:sz="12" w:space="3" w:color="0000FF" w:shadow="1"/>
        <w:right w:val="single" w:sz="12" w:space="3" w:color="0000FF" w:shadow="1"/>
      </w:pBdr>
    </w:pPr>
  </w:style>
  <w:style w:type="paragraph" w:customStyle="1" w:styleId="Verweis">
    <w:name w:val="Verweis"/>
    <w:basedOn w:val="Glossar"/>
    <w:rPr>
      <w:color w:val="0000FF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Frutiger Bold" w:hAnsi="Frutiger Bold"/>
    </w:rPr>
  </w:style>
  <w:style w:type="character" w:customStyle="1" w:styleId="KopfTitel">
    <w:name w:val="KopfTitel"/>
    <w:rPr>
      <w:rFonts w:ascii="Arial" w:hAnsi="Arial"/>
      <w:sz w:val="56"/>
    </w:rPr>
  </w:style>
  <w:style w:type="character" w:customStyle="1" w:styleId="KopfThema">
    <w:name w:val="KopfThema"/>
    <w:rPr>
      <w:rFonts w:ascii="Arial" w:hAnsi="Arial"/>
      <w:sz w:val="56"/>
    </w:rPr>
  </w:style>
  <w:style w:type="character" w:customStyle="1" w:styleId="KopfVersion">
    <w:name w:val="KopfVersion"/>
    <w:rPr>
      <w:rFonts w:ascii="Arial" w:hAnsi="Arial"/>
      <w:sz w:val="36"/>
    </w:rPr>
  </w:style>
  <w:style w:type="character" w:customStyle="1" w:styleId="KopfStatus">
    <w:name w:val="KopfStatus"/>
    <w:rPr>
      <w:rFonts w:ascii="Arial" w:hAnsi="Arial"/>
      <w:sz w:val="36"/>
    </w:rPr>
  </w:style>
  <w:style w:type="paragraph" w:customStyle="1" w:styleId="Inhalt">
    <w:name w:val="Inhalt"/>
    <w:basedOn w:val="Standard"/>
    <w:rsid w:val="00947E29"/>
    <w:pPr>
      <w:keepNext/>
      <w:keepLines/>
      <w:suppressLineNumbers/>
      <w:tabs>
        <w:tab w:val="left" w:pos="1247"/>
        <w:tab w:val="right" w:pos="9639"/>
      </w:tabs>
      <w:suppressAutoHyphens/>
    </w:pPr>
    <w:rPr>
      <w:kern w:val="28"/>
      <w:sz w:val="28"/>
    </w:rPr>
  </w:style>
  <w:style w:type="paragraph" w:styleId="Kommentartext">
    <w:name w:val="annotation text"/>
    <w:basedOn w:val="Standard"/>
    <w:semiHidden/>
    <w:rPr>
      <w:sz w:val="20"/>
    </w:rPr>
  </w:style>
  <w:style w:type="paragraph" w:customStyle="1" w:styleId="Blickfang1">
    <w:name w:val="Blickfang 1"/>
    <w:basedOn w:val="Standard"/>
    <w:next w:val="Standard"/>
    <w:pPr>
      <w:widowControl w:val="0"/>
      <w:tabs>
        <w:tab w:val="left" w:pos="6804"/>
        <w:tab w:val="left" w:pos="7938"/>
      </w:tabs>
      <w:spacing w:after="120"/>
      <w:ind w:left="1134" w:hanging="283"/>
    </w:pPr>
    <w:rPr>
      <w:rFonts w:ascii="Arial" w:hAnsi="Arial"/>
      <w:color w:val="000080"/>
      <w:sz w:val="20"/>
    </w:rPr>
  </w:style>
  <w:style w:type="paragraph" w:customStyle="1" w:styleId="Blickfang2">
    <w:name w:val="Blickfang 2"/>
    <w:basedOn w:val="Standard"/>
    <w:pPr>
      <w:widowControl w:val="0"/>
      <w:tabs>
        <w:tab w:val="left" w:pos="6804"/>
        <w:tab w:val="left" w:pos="7938"/>
      </w:tabs>
      <w:spacing w:after="120"/>
      <w:ind w:left="1418" w:hanging="284"/>
    </w:pPr>
    <w:rPr>
      <w:rFonts w:ascii="Arial" w:hAnsi="Arial"/>
      <w:color w:val="000080"/>
      <w:sz w:val="20"/>
    </w:rPr>
  </w:style>
  <w:style w:type="paragraph" w:customStyle="1" w:styleId="Einzug">
    <w:name w:val="Einzug"/>
    <w:basedOn w:val="Verzeichnis1"/>
    <w:pPr>
      <w:keepLines w:val="0"/>
      <w:widowControl w:val="0"/>
      <w:tabs>
        <w:tab w:val="clear" w:pos="9638"/>
        <w:tab w:val="left" w:pos="6804"/>
        <w:tab w:val="left" w:pos="7938"/>
      </w:tabs>
      <w:spacing w:before="0" w:after="120"/>
      <w:ind w:left="1134"/>
    </w:pPr>
    <w:rPr>
      <w:rFonts w:ascii="Arial" w:hAnsi="Arial"/>
      <w:color w:val="000080"/>
      <w:sz w:val="20"/>
    </w:rPr>
  </w:style>
  <w:style w:type="paragraph" w:styleId="Textkrper-Zeileneinzug">
    <w:name w:val="Body Text Indent"/>
    <w:basedOn w:val="Standard"/>
    <w:pPr>
      <w:ind w:left="851"/>
    </w:pPr>
    <w:rPr>
      <w:color w:val="000000"/>
    </w:rPr>
  </w:style>
  <w:style w:type="paragraph" w:styleId="Textkrper-Einzug2">
    <w:name w:val="Body Text Indent 2"/>
    <w:basedOn w:val="Standard"/>
    <w:pPr>
      <w:ind w:left="709"/>
    </w:pPr>
    <w:rPr>
      <w:color w:val="000000"/>
    </w:rPr>
  </w:style>
  <w:style w:type="paragraph" w:customStyle="1" w:styleId="Briefinhalt">
    <w:name w:val="Briefinhalt"/>
    <w:basedOn w:val="Standard"/>
    <w:pPr>
      <w:spacing w:after="0" w:line="280" w:lineRule="exact"/>
      <w:ind w:right="737"/>
    </w:pPr>
    <w:rPr>
      <w:sz w:val="22"/>
    </w:rPr>
  </w:style>
  <w:style w:type="paragraph" w:customStyle="1" w:styleId="Platzhalter">
    <w:name w:val="Platzhalter"/>
    <w:next w:val="berschrift3"/>
    <w:rPr>
      <w:rFonts w:ascii="Helvetica" w:hAnsi="Helvetica"/>
      <w:noProof/>
    </w:rPr>
  </w:style>
  <w:style w:type="paragraph" w:customStyle="1" w:styleId="Hit">
    <w:name w:val="Hit"/>
    <w:basedOn w:val="Standard"/>
    <w:pPr>
      <w:tabs>
        <w:tab w:val="left" w:pos="567"/>
        <w:tab w:val="left" w:pos="1418"/>
        <w:tab w:val="left" w:pos="2410"/>
        <w:tab w:val="right" w:pos="4395"/>
        <w:tab w:val="right" w:pos="5812"/>
        <w:tab w:val="right" w:pos="7230"/>
        <w:tab w:val="right" w:pos="8647"/>
      </w:tabs>
      <w:overflowPunct/>
      <w:autoSpaceDE/>
      <w:autoSpaceDN/>
      <w:adjustRightInd/>
      <w:spacing w:after="0"/>
      <w:textAlignment w:val="auto"/>
    </w:pPr>
    <w:rPr>
      <w:rFonts w:ascii="Arial" w:hAnsi="Arial"/>
      <w:sz w:val="22"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Hyperlink">
    <w:name w:val="Hyperlink"/>
    <w:rPr>
      <w:color w:val="0000FF"/>
      <w:u w:val="single"/>
    </w:rPr>
  </w:style>
  <w:style w:type="character" w:customStyle="1" w:styleId="text1">
    <w:name w:val="text1"/>
    <w:rPr>
      <w:rFonts w:ascii="Arial" w:hAnsi="Arial" w:cs="Arial" w:hint="default"/>
      <w:sz w:val="14"/>
      <w:szCs w:val="14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after="0"/>
      <w:textAlignment w:val="auto"/>
    </w:pPr>
    <w:rPr>
      <w:rFonts w:ascii="Courier New" w:eastAsia="Courier New" w:hAnsi="Courier New" w:cs="Courier New"/>
      <w:sz w:val="20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ascii="DB Office" w:hAnsi="DB Office" w:cs="Arial"/>
      <w:noProof/>
      <w:color w:val="000000"/>
      <w:sz w:val="22"/>
      <w:lang w:val="de-CH"/>
    </w:rPr>
  </w:style>
  <w:style w:type="character" w:customStyle="1" w:styleId="WW8Num18z1">
    <w:name w:val="WW8Num18z1"/>
    <w:rPr>
      <w:rFonts w:ascii="Courier New" w:hAnsi="Courier New"/>
    </w:rPr>
  </w:style>
  <w:style w:type="paragraph" w:customStyle="1" w:styleId="Nummerierung1">
    <w:name w:val="Nummerierung 1"/>
    <w:basedOn w:val="Standard"/>
    <w:pPr>
      <w:numPr>
        <w:numId w:val="14"/>
      </w:numPr>
      <w:tabs>
        <w:tab w:val="clear" w:pos="360"/>
        <w:tab w:val="num" w:pos="284"/>
      </w:tabs>
      <w:overflowPunct/>
      <w:autoSpaceDE/>
      <w:autoSpaceDN/>
      <w:adjustRightInd/>
      <w:spacing w:after="120"/>
      <w:ind w:left="284" w:hanging="284"/>
      <w:textAlignment w:val="auto"/>
    </w:pPr>
    <w:rPr>
      <w:color w:val="000000"/>
      <w:sz w:val="22"/>
    </w:rPr>
  </w:style>
  <w:style w:type="paragraph" w:customStyle="1" w:styleId="Nummerierung2">
    <w:name w:val="Nummerierung 2"/>
    <w:basedOn w:val="Standard"/>
    <w:pPr>
      <w:numPr>
        <w:ilvl w:val="1"/>
        <w:numId w:val="13"/>
      </w:numPr>
      <w:tabs>
        <w:tab w:val="left" w:pos="-1843"/>
      </w:tabs>
      <w:overflowPunct/>
      <w:autoSpaceDE/>
      <w:autoSpaceDN/>
      <w:adjustRightInd/>
      <w:spacing w:after="120"/>
      <w:ind w:left="426" w:firstLine="0"/>
      <w:textAlignment w:val="auto"/>
    </w:pPr>
    <w:rPr>
      <w:color w:val="000000"/>
      <w:sz w:val="22"/>
    </w:rPr>
  </w:style>
  <w:style w:type="paragraph" w:customStyle="1" w:styleId="Nummerierung3">
    <w:name w:val="Nummerierung 3"/>
    <w:basedOn w:val="Nummerierung2"/>
    <w:pPr>
      <w:numPr>
        <w:ilvl w:val="2"/>
      </w:numPr>
      <w:tabs>
        <w:tab w:val="left" w:pos="-1701"/>
        <w:tab w:val="num" w:pos="360"/>
      </w:tabs>
      <w:ind w:left="993" w:firstLine="11"/>
    </w:pPr>
  </w:style>
  <w:style w:type="paragraph" w:customStyle="1" w:styleId="Aufzhlung1-Punkte">
    <w:name w:val="Aufzählung 1 - Punkte"/>
    <w:basedOn w:val="Standard"/>
    <w:pPr>
      <w:numPr>
        <w:numId w:val="22"/>
      </w:numPr>
      <w:tabs>
        <w:tab w:val="left" w:pos="-2977"/>
      </w:tabs>
      <w:overflowPunct/>
      <w:autoSpaceDE/>
      <w:autoSpaceDN/>
      <w:adjustRightInd/>
      <w:spacing w:after="120"/>
      <w:ind w:right="28"/>
      <w:textAlignment w:val="auto"/>
    </w:pPr>
    <w:rPr>
      <w:sz w:val="22"/>
    </w:rPr>
  </w:style>
  <w:style w:type="paragraph" w:customStyle="1" w:styleId="Aufzhlung1-Nummer">
    <w:name w:val="Aufzählung 1 - Nummer"/>
    <w:basedOn w:val="Aufzhlung1-Punkte"/>
    <w:pPr>
      <w:numPr>
        <w:numId w:val="0"/>
      </w:numPr>
    </w:pPr>
    <w:rPr>
      <w:sz w:val="20"/>
    </w:rPr>
  </w:style>
  <w:style w:type="paragraph" w:styleId="Textkrper-Einzug3">
    <w:name w:val="Body Text Indent 3"/>
    <w:basedOn w:val="Standard"/>
    <w:pPr>
      <w:ind w:left="964"/>
    </w:pPr>
    <w:rPr>
      <w:b/>
      <w:bCs/>
      <w:color w:val="000000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Arial"/>
      <w:sz w:val="20"/>
    </w:rPr>
  </w:style>
  <w:style w:type="paragraph" w:customStyle="1" w:styleId="aufz">
    <w:name w:val="aufz"/>
    <w:basedOn w:val="Standard"/>
    <w:next w:val="Textkrper-Zeileneinzug"/>
    <w:pPr>
      <w:keepNext/>
      <w:keepLines/>
      <w:numPr>
        <w:numId w:val="23"/>
      </w:numPr>
      <w:spacing w:before="120" w:after="120"/>
      <w:ind w:left="284" w:hanging="284"/>
      <w:jc w:val="both"/>
    </w:pPr>
    <w:rPr>
      <w:sz w:val="22"/>
    </w:rPr>
  </w:style>
  <w:style w:type="paragraph" w:customStyle="1" w:styleId="Aufzhlungstext">
    <w:name w:val="Aufzählungstext"/>
    <w:basedOn w:val="Standard"/>
    <w:pPr>
      <w:spacing w:after="60" w:line="240" w:lineRule="atLeast"/>
      <w:ind w:left="284"/>
      <w:jc w:val="both"/>
    </w:pPr>
    <w:rPr>
      <w:sz w:val="22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Aufzhlungszeichen2">
    <w:name w:val="List Bullet 2"/>
    <w:basedOn w:val="Standard"/>
    <w:autoRedefine/>
    <w:pPr>
      <w:numPr>
        <w:numId w:val="3"/>
      </w:numPr>
    </w:pPr>
  </w:style>
  <w:style w:type="paragraph" w:styleId="Aufzhlungszeichen3">
    <w:name w:val="List Bullet 3"/>
    <w:basedOn w:val="Standard"/>
    <w:autoRedefine/>
    <w:pPr>
      <w:numPr>
        <w:numId w:val="4"/>
      </w:numPr>
    </w:pPr>
  </w:style>
  <w:style w:type="paragraph" w:styleId="Aufzhlungszeichen4">
    <w:name w:val="List Bullet 4"/>
    <w:basedOn w:val="Standard"/>
    <w:autoRedefine/>
    <w:pPr>
      <w:numPr>
        <w:numId w:val="15"/>
      </w:numPr>
    </w:pPr>
  </w:style>
  <w:style w:type="paragraph" w:styleId="Aufzhlungszeichen5">
    <w:name w:val="List Bullet 5"/>
    <w:basedOn w:val="Standard"/>
    <w:autoRedefine/>
    <w:pPr>
      <w:numPr>
        <w:numId w:val="16"/>
      </w:numPr>
    </w:p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7"/>
      </w:numPr>
    </w:pPr>
  </w:style>
  <w:style w:type="paragraph" w:styleId="Listennummer2">
    <w:name w:val="List Number 2"/>
    <w:basedOn w:val="Standard"/>
    <w:pPr>
      <w:numPr>
        <w:numId w:val="18"/>
      </w:numPr>
    </w:pPr>
  </w:style>
  <w:style w:type="paragraph" w:styleId="Listennummer3">
    <w:name w:val="List Number 3"/>
    <w:basedOn w:val="Standard"/>
    <w:pPr>
      <w:numPr>
        <w:numId w:val="19"/>
      </w:numPr>
    </w:pPr>
  </w:style>
  <w:style w:type="paragraph" w:styleId="Listennummer4">
    <w:name w:val="List Number 4"/>
    <w:basedOn w:val="Standard"/>
    <w:pPr>
      <w:numPr>
        <w:numId w:val="20"/>
      </w:numPr>
    </w:pPr>
  </w:style>
  <w:style w:type="paragraph" w:styleId="Listennummer5">
    <w:name w:val="List Number 5"/>
    <w:basedOn w:val="Standard"/>
    <w:pPr>
      <w:numPr>
        <w:numId w:val="21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40"/>
      <w:textAlignment w:val="baseline"/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NurText">
    <w:name w:val="Plain Text"/>
    <w:basedOn w:val="Standard"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Erstzeileneinzug">
    <w:name w:val="Body Text First Indent"/>
    <w:basedOn w:val="Textkrper"/>
    <w:pPr>
      <w:overflowPunct w:val="0"/>
      <w:autoSpaceDE w:val="0"/>
      <w:autoSpaceDN w:val="0"/>
      <w:adjustRightInd w:val="0"/>
      <w:ind w:left="0" w:firstLine="210"/>
      <w:textAlignment w:val="baseline"/>
    </w:pPr>
    <w:rPr>
      <w:rFonts w:ascii="Frutiger Roman" w:hAnsi="Frutiger Roman"/>
      <w:noProof w:val="0"/>
      <w:color w:val="auto"/>
      <w:sz w:val="24"/>
    </w:rPr>
  </w:style>
  <w:style w:type="paragraph" w:styleId="Textkrper-Erstzeileneinzug2">
    <w:name w:val="Body Text First Indent 2"/>
    <w:basedOn w:val="Textkrper-Zeileneinzug"/>
    <w:pPr>
      <w:spacing w:after="120"/>
      <w:ind w:left="283" w:firstLine="210"/>
    </w:pPr>
    <w:rPr>
      <w:color w:val="auto"/>
    </w:rPr>
  </w:style>
  <w:style w:type="paragraph" w:styleId="Umschlagabsenderadresse">
    <w:name w:val="envelope return"/>
    <w:basedOn w:val="Standard"/>
    <w:rPr>
      <w:rFonts w:cs="Arial"/>
      <w:sz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Cs w:val="24"/>
    </w:rPr>
  </w:style>
  <w:style w:type="character" w:styleId="Fett">
    <w:name w:val="Strong"/>
    <w:qFormat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RubrikenSublines">
    <w:name w:val="Rubriken/Sublines"/>
    <w:basedOn w:val="Standard"/>
    <w:pPr>
      <w:overflowPunct/>
      <w:autoSpaceDE/>
      <w:autoSpaceDN/>
      <w:adjustRightInd/>
      <w:spacing w:after="0"/>
      <w:textAlignment w:val="auto"/>
    </w:pPr>
    <w:rPr>
      <w:rFonts w:ascii="DB Office" w:hAnsi="DB Office"/>
      <w:b/>
      <w:color w:val="FFFFFF"/>
      <w:sz w:val="18"/>
    </w:rPr>
  </w:style>
  <w:style w:type="paragraph" w:customStyle="1" w:styleId="Aufzhlung1">
    <w:name w:val="Aufzählung 1."/>
    <w:basedOn w:val="Standard"/>
    <w:pPr>
      <w:numPr>
        <w:numId w:val="36"/>
      </w:numPr>
      <w:tabs>
        <w:tab w:val="clear" w:pos="360"/>
        <w:tab w:val="left" w:pos="-2977"/>
        <w:tab w:val="num" w:pos="284"/>
      </w:tabs>
      <w:overflowPunct/>
      <w:autoSpaceDE/>
      <w:autoSpaceDN/>
      <w:adjustRightInd/>
      <w:spacing w:after="120"/>
      <w:ind w:left="284" w:right="28" w:hanging="284"/>
      <w:textAlignment w:val="auto"/>
    </w:pPr>
    <w:rPr>
      <w:rFonts w:ascii="DB Office" w:hAnsi="DB Office"/>
      <w:sz w:val="22"/>
    </w:rPr>
  </w:style>
  <w:style w:type="character" w:styleId="Seitenzahl">
    <w:name w:val="page number"/>
    <w:basedOn w:val="Absatz-Standardschriftart"/>
    <w:rsid w:val="00CF7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Projekt\VOICE_2007_-_VERGABE\Konzernweites%20VoIP\20%20Vergabe%20Dokumente\Anlage%20Systemausschreibung%20Vorlage%202008-04-16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75C6CA2FD1BF4CA1845BA313C36E03" ma:contentTypeVersion="16" ma:contentTypeDescription="Ein neues Dokument erstellen." ma:contentTypeScope="" ma:versionID="72522fc0b08306362541552fe5d55bce">
  <xsd:schema xmlns:xsd="http://www.w3.org/2001/XMLSchema" xmlns:xs="http://www.w3.org/2001/XMLSchema" xmlns:p="http://schemas.microsoft.com/office/2006/metadata/properties" xmlns:ns2="ad031a82-cadb-4840-9d22-f7e67da34cb1" xmlns:ns3="73d10f2c-4e13-422c-b47f-207181771999" targetNamespace="http://schemas.microsoft.com/office/2006/metadata/properties" ma:root="true" ma:fieldsID="5bae7a5d915caffdc709ffd8accef3e2" ns2:_="" ns3:_="">
    <xsd:import namespace="ad031a82-cadb-4840-9d22-f7e67da34cb1"/>
    <xsd:import namespace="73d10f2c-4e13-422c-b47f-207181771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31a82-cadb-4840-9d22-f7e67da34c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10f2c-4e13-422c-b47f-2071817719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cba7c7e-d069-4610-8962-272fd5b31138}" ma:internalName="TaxCatchAll" ma:showField="CatchAllData" ma:web="73d10f2c-4e13-422c-b47f-2071817719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d10f2c-4e13-422c-b47f-207181771999" xsi:nil="true"/>
    <lcf76f155ced4ddcb4097134ff3c332f xmlns="ad031a82-cadb-4840-9d22-f7e67da34c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DFD842-0D83-47CD-87AB-C4BB56BD681B}"/>
</file>

<file path=customXml/itemProps2.xml><?xml version="1.0" encoding="utf-8"?>
<ds:datastoreItem xmlns:ds="http://schemas.openxmlformats.org/officeDocument/2006/customXml" ds:itemID="{A86E5BD4-ABB1-49BD-B7EE-7A147C681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428BD5-7489-4282-950B-C45398C14D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Systemausschreibung Vorlage 2008-04-16</Template>
  <TotalTime>0</TotalTime>
  <Pages>1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 Konzernweites VoIP</vt:lpstr>
    </vt:vector>
  </TitlesOfParts>
  <Company>DB Systel GmbH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 Konzernweites VoIP</dc:title>
  <dc:subject>Anlage 17: Subunternehmerliste</dc:subject>
  <dc:creator>Fabian Ruhnau</dc:creator>
  <cp:lastModifiedBy>Ursula Obermaier</cp:lastModifiedBy>
  <cp:revision>2</cp:revision>
  <cp:lastPrinted>2008-04-29T11:27:00Z</cp:lastPrinted>
  <dcterms:created xsi:type="dcterms:W3CDTF">2022-12-21T13:23:00Z</dcterms:created>
  <dcterms:modified xsi:type="dcterms:W3CDTF">2022-12-21T13:23:00Z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Freigegeben</vt:lpwstr>
  </property>
  <property fmtid="{D5CDD505-2E9C-101B-9397-08002B2CF9AE}" pid="3" name="Version">
    <vt:lpwstr>1.0</vt:lpwstr>
  </property>
  <property fmtid="{D5CDD505-2E9C-101B-9397-08002B2CF9AE}" pid="4" name="ContentTypeId">
    <vt:lpwstr>0x0101006475C6CA2FD1BF4CA1845BA313C36E03</vt:lpwstr>
  </property>
  <property fmtid="{D5CDD505-2E9C-101B-9397-08002B2CF9AE}" pid="5" name="MediaServiceImageTags">
    <vt:lpwstr/>
  </property>
</Properties>
</file>